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4" w:after="0" w:line="240" w:lineRule="auto"/>
        <w:ind w:left="3618" w:right="-20"/>
        <w:jc w:val="left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0"/>
          <w:w w:val="75"/>
          <w:b/>
          <w:bCs/>
        </w:rPr>
        <w:t>A</w:t>
      </w:r>
      <w:r>
        <w:rPr>
          <w:rFonts w:ascii="Arial" w:hAnsi="Arial" w:cs="Arial" w:eastAsia="Arial"/>
          <w:sz w:val="36"/>
          <w:szCs w:val="36"/>
          <w:spacing w:val="0"/>
          <w:w w:val="75"/>
          <w:b/>
          <w:bCs/>
        </w:rPr>
        <w:t>CCC</w:t>
      </w:r>
      <w:r>
        <w:rPr>
          <w:rFonts w:ascii="Arial" w:hAnsi="Arial" w:cs="Arial" w:eastAsia="Arial"/>
          <w:sz w:val="36"/>
          <w:szCs w:val="36"/>
          <w:spacing w:val="11"/>
          <w:w w:val="75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86"/>
          <w:b/>
          <w:bCs/>
        </w:rPr>
        <w:t>c</w:t>
      </w:r>
      <w:r>
        <w:rPr>
          <w:rFonts w:ascii="Arial" w:hAnsi="Arial" w:cs="Arial" w:eastAsia="Arial"/>
          <w:sz w:val="36"/>
          <w:szCs w:val="36"/>
          <w:spacing w:val="0"/>
          <w:w w:val="86"/>
          <w:b/>
          <w:bCs/>
        </w:rPr>
        <w:t>on</w:t>
      </w:r>
      <w:r>
        <w:rPr>
          <w:rFonts w:ascii="Arial" w:hAnsi="Arial" w:cs="Arial" w:eastAsia="Arial"/>
          <w:sz w:val="36"/>
          <w:szCs w:val="36"/>
          <w:spacing w:val="0"/>
          <w:w w:val="86"/>
          <w:b/>
          <w:bCs/>
        </w:rPr>
        <w:t>t</w:t>
      </w:r>
      <w:r>
        <w:rPr>
          <w:rFonts w:ascii="Arial" w:hAnsi="Arial" w:cs="Arial" w:eastAsia="Arial"/>
          <w:sz w:val="36"/>
          <w:szCs w:val="36"/>
          <w:spacing w:val="0"/>
          <w:w w:val="86"/>
          <w:b/>
          <w:bCs/>
        </w:rPr>
        <w:t>a</w:t>
      </w:r>
      <w:r>
        <w:rPr>
          <w:rFonts w:ascii="Arial" w:hAnsi="Arial" w:cs="Arial" w:eastAsia="Arial"/>
          <w:sz w:val="36"/>
          <w:szCs w:val="36"/>
          <w:spacing w:val="0"/>
          <w:w w:val="86"/>
          <w:b/>
          <w:bCs/>
        </w:rPr>
        <w:t>c</w:t>
      </w:r>
      <w:r>
        <w:rPr>
          <w:rFonts w:ascii="Arial" w:hAnsi="Arial" w:cs="Arial" w:eastAsia="Arial"/>
          <w:sz w:val="36"/>
          <w:szCs w:val="36"/>
          <w:spacing w:val="0"/>
          <w:w w:val="86"/>
          <w:b/>
          <w:bCs/>
        </w:rPr>
        <w:t>t</w:t>
      </w:r>
      <w:r>
        <w:rPr>
          <w:rFonts w:ascii="Arial" w:hAnsi="Arial" w:cs="Arial" w:eastAsia="Arial"/>
          <w:sz w:val="36"/>
          <w:szCs w:val="36"/>
          <w:spacing w:val="3"/>
          <w:w w:val="86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p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r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o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c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ss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i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n</w:t>
      </w:r>
      <w:r>
        <w:rPr>
          <w:rFonts w:ascii="Arial" w:hAnsi="Arial" w:cs="Arial" w:eastAsia="Arial"/>
          <w:sz w:val="36"/>
          <w:szCs w:val="36"/>
          <w:spacing w:val="0"/>
          <w:w w:val="81"/>
          <w:b/>
          <w:bCs/>
        </w:rPr>
        <w:t>g</w:t>
      </w:r>
      <w:r>
        <w:rPr>
          <w:rFonts w:ascii="Arial" w:hAnsi="Arial" w:cs="Arial" w:eastAsia="Arial"/>
          <w:sz w:val="36"/>
          <w:szCs w:val="36"/>
          <w:spacing w:val="18"/>
          <w:w w:val="81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87"/>
          <w:b/>
          <w:bCs/>
        </w:rPr>
        <w:t>p</w:t>
      </w:r>
      <w:r>
        <w:rPr>
          <w:rFonts w:ascii="Arial" w:hAnsi="Arial" w:cs="Arial" w:eastAsia="Arial"/>
          <w:sz w:val="36"/>
          <w:szCs w:val="36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36"/>
          <w:szCs w:val="36"/>
          <w:spacing w:val="0"/>
          <w:w w:val="87"/>
          <w:b/>
          <w:bCs/>
        </w:rPr>
        <w:t>o</w:t>
      </w:r>
      <w:r>
        <w:rPr>
          <w:rFonts w:ascii="Arial" w:hAnsi="Arial" w:cs="Arial" w:eastAsia="Arial"/>
          <w:sz w:val="36"/>
          <w:szCs w:val="36"/>
          <w:spacing w:val="0"/>
          <w:w w:val="75"/>
          <w:b/>
          <w:bCs/>
        </w:rPr>
        <w:t>c</w:t>
      </w:r>
      <w:r>
        <w:rPr>
          <w:rFonts w:ascii="Arial" w:hAnsi="Arial" w:cs="Arial" w:eastAsia="Arial"/>
          <w:sz w:val="36"/>
          <w:szCs w:val="36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87"/>
          <w:b/>
          <w:bCs/>
        </w:rPr>
        <w:t>du</w:t>
      </w:r>
      <w:r>
        <w:rPr>
          <w:rFonts w:ascii="Arial" w:hAnsi="Arial" w:cs="Arial" w:eastAsia="Arial"/>
          <w:sz w:val="36"/>
          <w:szCs w:val="36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36"/>
          <w:szCs w:val="36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71"/>
          <w:b/>
          <w:bCs/>
        </w:rPr>
        <w:t>s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00" w:right="2175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po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-3"/>
          <w:w w:val="85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85"/>
          <w:b/>
          <w:bCs/>
        </w:rPr>
        <w:t>nd</w:t>
      </w:r>
      <w:r>
        <w:rPr>
          <w:rFonts w:ascii="Arial" w:hAnsi="Arial" w:cs="Arial" w:eastAsia="Arial"/>
          <w:sz w:val="32"/>
          <w:szCs w:val="32"/>
          <w:spacing w:val="9"/>
          <w:w w:val="85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nqu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71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1"/>
          <w:w w:val="88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d</w:t>
      </w:r>
      <w:r>
        <w:rPr>
          <w:rFonts w:ascii="Arial" w:hAnsi="Arial" w:cs="Arial" w:eastAsia="Arial"/>
          <w:sz w:val="32"/>
          <w:szCs w:val="32"/>
          <w:spacing w:val="-22"/>
          <w:w w:val="88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b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y</w:t>
      </w:r>
      <w:r>
        <w:rPr>
          <w:rFonts w:ascii="Arial" w:hAnsi="Arial" w:cs="Arial" w:eastAsia="Arial"/>
          <w:sz w:val="32"/>
          <w:szCs w:val="32"/>
          <w:spacing w:val="-14"/>
          <w:w w:val="88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h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12"/>
          <w:w w:val="88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5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95"/>
          <w:b/>
          <w:bCs/>
        </w:rPr>
        <w:t>f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75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20" w:after="0" w:line="250" w:lineRule="auto"/>
        <w:ind w:left="1378" w:right="653" w:firstLine="50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nnu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89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ee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89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200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89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000</w:t>
      </w:r>
      <w:r>
        <w:rPr>
          <w:rFonts w:ascii="Arial" w:hAnsi="Arial" w:cs="Arial" w:eastAsia="Arial"/>
          <w:sz w:val="22"/>
          <w:szCs w:val="22"/>
          <w:spacing w:val="3"/>
          <w:w w:val="89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,</w:t>
      </w:r>
      <w:r>
        <w:rPr>
          <w:rFonts w:ascii="Arial" w:hAnsi="Arial" w:cs="Arial" w:eastAsia="Arial"/>
          <w:sz w:val="22"/>
          <w:szCs w:val="22"/>
          <w:spacing w:val="18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CCC</w:t>
      </w:r>
      <w:r>
        <w:rPr>
          <w:rFonts w:ascii="Arial" w:hAnsi="Arial" w:cs="Arial" w:eastAsia="Arial"/>
          <w:sz w:val="22"/>
          <w:szCs w:val="22"/>
          <w:spacing w:val="4"/>
          <w:w w:val="7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nnu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ll</w:t>
      </w:r>
      <w:r>
        <w:rPr>
          <w:rFonts w:ascii="Arial" w:hAnsi="Arial" w:cs="Arial" w:eastAsia="Arial"/>
          <w:sz w:val="22"/>
          <w:szCs w:val="22"/>
          <w:spacing w:val="-3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94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CCC</w:t>
      </w:r>
      <w:r>
        <w:rPr>
          <w:rFonts w:ascii="Arial" w:hAnsi="Arial" w:cs="Arial" w:eastAsia="Arial"/>
          <w:sz w:val="22"/>
          <w:szCs w:val="22"/>
          <w:spacing w:val="4"/>
          <w:w w:val="7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6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3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nd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3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nd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</w:sectPr>
      </w:pPr>
      <w:rPr/>
    </w:p>
    <w:p>
      <w:pPr>
        <w:spacing w:before="18" w:after="0" w:line="240" w:lineRule="auto"/>
        <w:ind w:left="2367" w:right="-7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nn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84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1"/>
          <w:w w:val="84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5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5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8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ial</w:t>
      </w:r>
      <w:r>
        <w:rPr>
          <w:rFonts w:ascii="Arial" w:hAnsi="Arial" w:cs="Arial" w:eastAsia="Arial"/>
          <w:sz w:val="22"/>
          <w:szCs w:val="22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  <w:cols w:num="2" w:equalWidth="0">
            <w:col w:w="4168" w:space="4227"/>
            <w:col w:w="378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8" w:after="0" w:line="250" w:lineRule="auto"/>
        <w:ind w:left="898" w:right="706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55.875pt;margin-top:-36.717125pt;width:242.5pt;height:28.75pt;mso-position-horizontal-relative:page;mso-position-vertical-relative:paragraph;z-index:-211" coordorigin="3118,-734" coordsize="4850,575">
            <v:group style="position:absolute;left:3150;top:-702;width:4815;height:540" coordorigin="3150,-702" coordsize="4815,540">
              <v:shape style="position:absolute;left:3150;top:-702;width:4815;height:540" coordorigin="3150,-702" coordsize="4815,540" path="m3150,-162l7965,-162,7965,-702,3150,-702,3150,-162e" filled="t" fillcolor="#CDCDCD" stroked="f">
                <v:path arrowok="t"/>
                <v:fill/>
              </v:shape>
              <v:shape style="position:absolute;left:3103;top:-743;width:4849;height:569" type="#_x0000_t75">
                <v:imagedata r:id="rId5" o:title=""/>
              </v:shape>
            </v:group>
            <v:group style="position:absolute;left:3120;top:-732;width:4815;height:540" coordorigin="3120,-732" coordsize="4815,540">
              <v:shape style="position:absolute;left:3120;top:-732;width:4815;height:540" coordorigin="3120,-732" coordsize="4815,540" path="m3120,-192l7935,-192,7935,-732,3120,-732,3120,-192xe" filled="f" stroked="t" strokeweight=".25pt" strokecolor="#40404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0.875pt;margin-top:-36.717125pt;width:313.75pt;height:28.75pt;mso-position-horizontal-relative:page;mso-position-vertical-relative:paragraph;z-index:-207" coordorigin="8218,-734" coordsize="6275,575">
            <v:group style="position:absolute;left:8250;top:-702;width:6240;height:540" coordorigin="8250,-702" coordsize="6240,540">
              <v:shape style="position:absolute;left:8250;top:-702;width:6240;height:540" coordorigin="8250,-702" coordsize="6240,540" path="m8250,-162l14490,-162,14490,-702,8250,-702,8250,-162e" filled="t" fillcolor="#CDCDCD" stroked="f">
                <v:path arrowok="t"/>
                <v:fill/>
              </v:shape>
              <v:shape style="position:absolute;left:8205;top:-743;width:6266;height:569" type="#_x0000_t75">
                <v:imagedata r:id="rId6" o:title=""/>
              </v:shape>
            </v:group>
            <v:group style="position:absolute;left:8220;top:-732;width:6240;height:540" coordorigin="8220,-732" coordsize="6240,540">
              <v:shape style="position:absolute;left:8220;top:-732;width:6240;height:540" coordorigin="8220,-732" coordsize="6240,540" path="m8220,-192l14460,-192,14460,-732,8220,-732,8220,-192xe" filled="f" stroked="t" strokeweight=".25pt" strokecolor="#40404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0.875pt;margin-top:2.282874pt;width:313.75pt;height:230.5pt;mso-position-horizontal-relative:page;mso-position-vertical-relative:paragraph;z-index:-206" coordorigin="8218,46" coordsize="6275,4610">
            <v:group style="position:absolute;left:8250;top:78;width:6240;height:4575" coordorigin="8250,78" coordsize="6240,4575">
              <v:shape style="position:absolute;left:8250;top:78;width:6240;height:4575" coordorigin="8250,78" coordsize="6240,4575" path="m8250,4653l14490,4653,14490,78,8250,78,8250,4653e" filled="t" fillcolor="#CDCDCD" stroked="f">
                <v:path arrowok="t"/>
                <v:fill/>
              </v:shape>
              <v:shape style="position:absolute;left:8205;top:40;width:6266;height:4594" type="#_x0000_t75">
                <v:imagedata r:id="rId7" o:title=""/>
              </v:shape>
            </v:group>
            <v:group style="position:absolute;left:8220;top:48;width:6240;height:4575" coordorigin="8220,48" coordsize="6240,4575">
              <v:shape style="position:absolute;left:8220;top:48;width:6240;height:4575" coordorigin="8220,48" coordsize="6240,4575" path="m8220,4623l14460,4623,14460,48,8220,48,8220,4623e" filled="f" stroked="t" strokeweight=".25pt" strokecolor="#404040">
                <v:path arrowok="t"/>
              </v:shape>
            </v:group>
            <v:group style="position:absolute;left:8385;top:48;width:2;height:4575" coordorigin="8385,48" coordsize="2,4575">
              <v:shape style="position:absolute;left:8385;top:48;width:2;height:4575" coordorigin="8385,48" coordsize="0,4575" path="m8385,4623l8385,48e" filled="f" stroked="t" strokeweight=".25pt" strokecolor="#404040">
                <v:path arrowok="t"/>
              </v:shape>
            </v:group>
            <v:group style="position:absolute;left:14280;top:48;width:2;height:4575" coordorigin="14280,48" coordsize="2,4575">
              <v:shape style="position:absolute;left:14280;top:48;width:2;height:4575" coordorigin="14280,48" coordsize="0,4575" path="m14280,4623l14280,48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hon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85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7"/>
          <w:w w:val="85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l</w:t>
      </w:r>
      <w:r>
        <w:rPr>
          <w:rFonts w:ascii="Arial" w:hAnsi="Arial" w:cs="Arial" w:eastAsia="Arial"/>
          <w:sz w:val="22"/>
          <w:szCs w:val="22"/>
          <w:spacing w:val="46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nqu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ll</w:t>
      </w:r>
      <w:r>
        <w:rPr>
          <w:rFonts w:ascii="Arial" w:hAnsi="Arial" w:cs="Arial" w:eastAsia="Arial"/>
          <w:sz w:val="22"/>
          <w:szCs w:val="22"/>
          <w:spacing w:val="28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bu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ss</w:t>
      </w:r>
      <w:r>
        <w:rPr>
          <w:rFonts w:ascii="Arial" w:hAnsi="Arial" w:cs="Arial" w:eastAsia="Arial"/>
          <w:sz w:val="22"/>
          <w:szCs w:val="22"/>
          <w:spacing w:val="22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&amp;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nou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50" w:lineRule="auto"/>
        <w:ind w:left="898"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55.785004pt;margin-top:-64.367126pt;width:242.63pt;height:55.2pt;mso-position-horizontal-relative:page;mso-position-vertical-relative:paragraph;z-index:-210" coordorigin="3116,-1287" coordsize="4853,1104">
            <v:group style="position:absolute;left:3147;top:-1255;width:4819;height:1069" coordorigin="3147,-1255" coordsize="4819,1069">
              <v:shape style="position:absolute;left:3147;top:-1255;width:4819;height:1069" coordorigin="3147,-1255" coordsize="4819,1069" path="m7965,-1255l3150,-1255,3150,-325,3147,-320,3266,-295,3386,-272,3506,-252,3626,-234,3746,-219,3867,-207,3988,-198,4109,-191,4230,-187,4352,-186,4473,-187,4594,-191,4715,-198,4836,-207,4957,-219,5077,-234,5198,-252,5318,-272,5437,-295,5676,-346,5795,-369,5915,-389,6035,-406,6156,-421,6277,-433,6398,-443,6519,-449,6640,-453,6761,-455,7965,-455,7965,-1255e" filled="t" fillcolor="#CDCDCD" stroked="f">
                <v:path arrowok="t"/>
                <v:fill/>
              </v:shape>
              <v:shape style="position:absolute;left:3147;top:-1255;width:4819;height:1069" coordorigin="3147,-1255" coordsize="4819,1069" path="m7965,-455l6761,-455,6882,-453,7003,-449,7125,-443,7245,-433,7366,-421,7487,-406,7607,-389,7727,-369,7847,-346,7966,-320,7965,-325,7965,-455e" filled="t" fillcolor="#CDCDCD" stroked="f">
                <v:path arrowok="t"/>
                <v:fill/>
              </v:shape>
            </v:group>
            <v:group style="position:absolute;left:4352;top:-1255;width:3614;height:1069" coordorigin="4352,-1255" coordsize="3614,1069">
              <v:shape style="position:absolute;left:4352;top:-1255;width:3614;height:1069" coordorigin="4352,-1255" coordsize="3614,1069" path="m4355,-325l4355,-1255,9170,-1255e" filled="f" stroked="t" strokeweight=".25pt" strokecolor="#CDCDCD">
                <v:path arrowok="t"/>
              </v:shape>
              <v:shape style="position:absolute;left:4352;top:-1255;width:3614;height:1069" coordorigin="4352,-1255" coordsize="3614,1069" path="m5556,-186l5435,-187,5314,-191,5193,-198,5072,-207,4951,-219,4831,-234,4710,-252,4590,-272,4471,-295,4352,-320e" filled="f" stroked="t" strokeweight=".25pt" strokecolor="#CDCDCD">
                <v:path arrowok="t"/>
              </v:shape>
              <v:shape style="position:absolute;left:4352;top:-1255;width:3614;height:1069" coordorigin="4352,-1255" coordsize="3614,1069" path="m9170,-320l9051,-346,8932,-369,8812,-389,8691,-406,8571,-421,8450,-433,8329,-443,8208,-449,8087,-453,7966,-455,7845,-453,7723,-449,7602,-443,7481,-433,7361,-421,7240,-406,7120,-389,7000,-369,6880,-346,6761,-320,6642,-295,6522,-272,6402,-252,6282,-234,6161,-219,6041,-207,5920,-198,5799,-191,5677,-187,5556,-186e" filled="f" stroked="t" strokeweight=".25pt" strokecolor="#CDCDCD">
                <v:path arrowok="t"/>
              </v:shape>
              <v:shape style="position:absolute;left:4352;top:-1255;width:3614;height:1069" coordorigin="4352,-1255" coordsize="3614,1069" path="m9170,-1255l9170,-325,9170,-320e" filled="f" stroked="t" strokeweight=".25pt" strokecolor="#CDCDCD">
                <v:path arrowok="t"/>
              </v:shape>
              <v:shape style="position:absolute;left:3103;top:-1305;width:4849;height:1105" type="#_x0000_t75">
                <v:imagedata r:id="rId8" o:title=""/>
              </v:shape>
            </v:group>
            <v:group style="position:absolute;left:3118;top:-1285;width:4819;height:1070" coordorigin="3118,-1285" coordsize="4819,1070">
              <v:shape style="position:absolute;left:3118;top:-1285;width:4819;height:1070" coordorigin="3118,-1285" coordsize="4819,1070" path="m3120,-355l3120,-1285,7935,-1285,7935,-355,7937,-349,7818,-375,7698,-397,7578,-418,7458,-435,7337,-450,7217,-462,7096,-471,6975,-478,6854,-482,6732,-483,6611,-482,6490,-478,6369,-471,6248,-462,6127,-450,6007,-435,5886,-418,5766,-397,5647,-375,5528,-349,5408,-324,5289,-301,5169,-280,5049,-263,4928,-248,4807,-236,4686,-227,4565,-220,4444,-216,4323,-215,4202,-216,4080,-220,3959,-227,3838,-236,3718,-248,3597,-263,3477,-280,3357,-301,3237,-324,3118,-349,3120,-355xe" filled="f" stroked="t" strokeweight=".25pt" strokecolor="#40404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5.785004pt;margin-top:83.382874pt;width:242.63pt;height:85.485pt;mso-position-horizontal-relative:page;mso-position-vertical-relative:paragraph;z-index:-208" coordorigin="3116,1668" coordsize="4853,1710">
            <v:group style="position:absolute;left:3147;top:1700;width:4819;height:1675" coordorigin="3147,1700" coordsize="4819,1675">
              <v:shape style="position:absolute;left:3147;top:1700;width:4819;height:1675" coordorigin="3147,1700" coordsize="4819,1675" path="m7965,1700l3150,1700,3150,3166,3264,3205,3383,3241,3502,3272,3622,3299,3743,3322,3864,3341,3985,3356,4107,3366,4229,3373,4352,3375,4474,3373,4596,3366,4718,3356,4840,3341,4961,3322,5082,3299,5202,3272,5321,3241,5439,3205,5674,3125,5792,3090,5911,3058,6031,3031,6152,3008,6273,2989,6395,2974,6517,2964,6639,2958,6761,2956,7965,2956,7965,1700e" filled="t" fillcolor="#CDCDCD" stroked="f">
                <v:path arrowok="t"/>
                <v:fill/>
              </v:shape>
              <v:shape style="position:absolute;left:3147;top:1700;width:4819;height:1675" coordorigin="3147,1700" coordsize="4819,1675" path="m3147,3165l3150,3170,3150,3166,3147,3165e" filled="t" fillcolor="#CDCDCD" stroked="f">
                <v:path arrowok="t"/>
                <v:fill/>
              </v:shape>
              <v:shape style="position:absolute;left:3147;top:1700;width:4819;height:1675" coordorigin="3147,1700" coordsize="4819,1675" path="m7965,3165l7965,3170,7966,3165,7965,3165e" filled="t" fillcolor="#CDCDCD" stroked="f">
                <v:path arrowok="t"/>
                <v:fill/>
              </v:shape>
              <v:shape style="position:absolute;left:3147;top:1700;width:4819;height:1675" coordorigin="3147,1700" coordsize="4819,1675" path="m7965,2956l6761,2956,6883,2958,7006,2964,7127,2974,7249,2989,7370,3008,7491,3031,7611,3058,7730,3090,7848,3125,7965,3165,7965,2956e" filled="t" fillcolor="#CDCDCD" stroked="f">
                <v:path arrowok="t"/>
                <v:fill/>
              </v:shape>
            </v:group>
            <v:group style="position:absolute;left:3147;top:1700;width:4819;height:1675" coordorigin="3147,1700" coordsize="4819,1675">
              <v:shape style="position:absolute;left:3147;top:1700;width:4819;height:1675" coordorigin="3147,1700" coordsize="4819,1675" path="m3150,3165l3150,1700,7965,1700e" filled="f" stroked="t" strokeweight=".25pt" strokecolor="#CDCDCD">
                <v:path arrowok="t"/>
              </v:shape>
              <v:shape style="position:absolute;left:3147;top:1700;width:4819;height:1675" coordorigin="3147,1700" coordsize="4819,1675" path="m4355,3375l4229,3373,4107,3366,3985,3356,3864,3341,3743,3322,3622,3299,3502,3272,3383,3241,3264,3205,3162,3170e" filled="f" stroked="t" strokeweight=".25pt" strokecolor="#CDCDCD">
                <v:path arrowok="t"/>
              </v:shape>
              <v:shape style="position:absolute;left:3147;top:1700;width:4819;height:1675" coordorigin="3147,1700" coordsize="4819,1675" path="m7965,3165l7965,3170e" filled="f" stroked="t" strokeweight=".25pt" strokecolor="#CDCDCD">
                <v:path arrowok="t"/>
              </v:shape>
              <v:shape style="position:absolute;left:3147;top:1700;width:4819;height:1675" coordorigin="3147,1700" coordsize="4819,1675" path="m5452,3201l5321,3241,5202,3272,5082,3299,4961,3322,4840,3341,4718,3356,4596,3366,4474,3373,4355,3375e" filled="f" stroked="t" strokeweight=".25pt" strokecolor="#CDCDCD">
                <v:path arrowok="t"/>
              </v:shape>
              <v:shape style="position:absolute;left:3147;top:1700;width:4819;height:1675" coordorigin="3147,1700" coordsize="4819,1675" path="m3150,3170l3150,3166e" filled="f" stroked="t" strokeweight=".25pt" strokecolor="#CDCDCD">
                <v:path arrowok="t"/>
              </v:shape>
              <v:shape style="position:absolute;left:3147;top:1700;width:4819;height:1675" coordorigin="3147,1700" coordsize="4819,1675" path="m3162,3170l3150,3166e" filled="f" stroked="t" strokeweight=".25pt" strokecolor="#CDCDCD">
                <v:path arrowok="t"/>
              </v:shape>
              <v:shape style="position:absolute;left:3147;top:1700;width:4819;height:1675" coordorigin="3147,1700" coordsize="4819,1675" path="m7965,1700l7965,3165e" filled="f" stroked="t" strokeweight=".25pt" strokecolor="#CDCDCD">
                <v:path arrowok="t"/>
              </v:shape>
              <v:shape style="position:absolute;left:3147;top:1700;width:4819;height:1675" coordorigin="3147,1700" coordsize="4819,1675" path="m7965,3170l7966,3165,7965,3165e" filled="f" stroked="t" strokeweight=".25pt" strokecolor="#CDCDCD">
                <v:path arrowok="t"/>
              </v:shape>
              <v:shape style="position:absolute;left:3147;top:1700;width:4819;height:1675" coordorigin="3147,1700" coordsize="4819,1675" path="m3150,3166l3150,3165e" filled="f" stroked="t" strokeweight=".25pt" strokecolor="#CDCDCD">
                <v:path arrowok="t"/>
              </v:shape>
              <v:shape style="position:absolute;left:3147;top:1700;width:4819;height:1675" coordorigin="3147,1700" coordsize="4819,1675" path="m3149,3166l3147,3165e" filled="f" stroked="t" strokeweight=".25pt" strokecolor="#CDCDCD">
                <v:path arrowok="t"/>
              </v:shape>
              <v:shape style="position:absolute;left:3103;top:1654;width:4849;height:1707" type="#_x0000_t75">
                <v:imagedata r:id="rId9" o:title=""/>
              </v:shape>
            </v:group>
            <v:group style="position:absolute;left:3118;top:1670;width:4819;height:1676" coordorigin="3118,1670" coordsize="4819,1676">
              <v:shape style="position:absolute;left:3118;top:1670;width:4819;height:1676" coordorigin="3118,1670" coordsize="4819,1676" path="m3120,3140l3120,1670,7935,1670,7935,3140,7937,3136,7820,3097,7701,3061,7582,3029,7462,3002,7341,2979,7220,2960,7099,2946,6977,2935,6855,2929,6732,2927,6610,2929,6488,2935,6366,2946,6244,2960,6123,2979,6002,3002,5882,3029,5763,3061,5645,3097,5528,3136,5410,3176,5292,3212,5173,3243,5053,3271,4932,3294,4811,3313,4689,3327,4567,3338,4445,3344,4323,3346,4201,3344,4078,3338,3957,3327,3835,3313,3714,3294,3593,3271,3473,3243,3354,3212,3236,3176,3118,3136,3120,3140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92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2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2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2"/>
          <w:b/>
          <w:bCs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92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92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l</w:t>
      </w:r>
      <w:r>
        <w:rPr>
          <w:rFonts w:ascii="Arial" w:hAnsi="Arial" w:cs="Arial" w:eastAsia="Arial"/>
          <w:sz w:val="22"/>
          <w:szCs w:val="22"/>
          <w:spacing w:val="-15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nqu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,</w:t>
      </w:r>
      <w:r>
        <w:rPr>
          <w:rFonts w:ascii="Arial" w:hAnsi="Arial" w:cs="Arial" w:eastAsia="Arial"/>
          <w:sz w:val="22"/>
          <w:szCs w:val="22"/>
          <w:spacing w:val="8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9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ll</w:t>
      </w:r>
      <w:r>
        <w:rPr>
          <w:rFonts w:ascii="Arial" w:hAnsi="Arial" w:cs="Arial" w:eastAsia="Arial"/>
          <w:sz w:val="22"/>
          <w:szCs w:val="22"/>
          <w:spacing w:val="10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bu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ss</w:t>
      </w:r>
      <w:r>
        <w:rPr>
          <w:rFonts w:ascii="Arial" w:hAnsi="Arial" w:cs="Arial" w:eastAsia="Arial"/>
          <w:sz w:val="22"/>
          <w:szCs w:val="22"/>
          <w:spacing w:val="-6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odu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;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,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ax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d</w:t>
      </w:r>
      <w:r>
        <w:rPr>
          <w:rFonts w:ascii="Arial" w:hAnsi="Arial" w:cs="Arial" w:eastAsia="Arial"/>
          <w:sz w:val="22"/>
          <w:szCs w:val="22"/>
          <w:spacing w:val="19"/>
          <w:w w:val="93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y</w:t>
      </w:r>
      <w:r>
        <w:rPr>
          <w:rFonts w:ascii="Arial" w:hAnsi="Arial" w:cs="Arial" w:eastAsia="Arial"/>
          <w:sz w:val="22"/>
          <w:szCs w:val="22"/>
          <w:spacing w:val="-9"/>
          <w:w w:val="93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38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no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898" w:right="214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55.785004pt;margin-top:-98.597107pt;width:242.63pt;height:78.6775pt;mso-position-horizontal-relative:page;mso-position-vertical-relative:paragraph;z-index:-209" coordorigin="3116,-1972" coordsize="4853,1574">
            <v:group style="position:absolute;left:3147;top:-1939;width:4819;height:1539" coordorigin="3147,-1939" coordsize="4819,1539">
              <v:shape style="position:absolute;left:3147;top:-1939;width:4819;height:1539" coordorigin="3147,-1939" coordsize="4819,1539" path="m7965,-1939l3150,-1939,3150,-593,3265,-557,3384,-524,3503,-495,3623,-470,3744,-449,3865,-432,3986,-418,4108,-409,4230,-403,4352,-401,4474,-403,4596,-409,4717,-418,4839,-432,4960,-449,5080,-470,5200,-495,5320,-524,5439,-557,5674,-630,5793,-663,5912,-692,6032,-717,6153,-738,6274,-755,6395,-769,6517,-779,6639,-784,6761,-786,7965,-786,7965,-1939e" filled="t" fillcolor="#CDCDCD" stroked="f">
                <v:path arrowok="t"/>
                <v:fill/>
              </v:shape>
              <v:shape style="position:absolute;left:3147;top:-1939;width:4819;height:1539" coordorigin="3147,-1939" coordsize="4819,1539" path="m3147,-594l3150,-589,3150,-593,3147,-594e" filled="t" fillcolor="#CDCDCD" stroked="f">
                <v:path arrowok="t"/>
                <v:fill/>
              </v:shape>
              <v:shape style="position:absolute;left:3147;top:-1939;width:4819;height:1539" coordorigin="3147,-1939" coordsize="4819,1539" path="m7965,-594l7965,-589,7966,-594,7965,-594e" filled="t" fillcolor="#CDCDCD" stroked="f">
                <v:path arrowok="t"/>
                <v:fill/>
              </v:shape>
              <v:shape style="position:absolute;left:3147;top:-1939;width:4819;height:1539" coordorigin="3147,-1939" coordsize="4819,1539" path="m7965,-786l6761,-786,6883,-784,7005,-779,7127,-769,7248,-755,7369,-738,7490,-717,7610,-692,7729,-663,7848,-630,7965,-594,7965,-786e" filled="t" fillcolor="#CDCDCD" stroked="f">
                <v:path arrowok="t"/>
                <v:fill/>
              </v:shape>
            </v:group>
            <v:group style="position:absolute;left:3147;top:-1939;width:4819;height:1539" coordorigin="3147,-1939" coordsize="4819,1539">
              <v:shape style="position:absolute;left:3147;top:-1939;width:4819;height:1539" coordorigin="3147,-1939" coordsize="4819,1539" path="m3150,-594l3150,-1939,7965,-1939e" filled="f" stroked="t" strokeweight=".25pt" strokecolor="#CDCDCD">
                <v:path arrowok="t"/>
              </v:shape>
              <v:shape style="position:absolute;left:3147;top:-1939;width:4819;height:1539" coordorigin="3147,-1939" coordsize="4819,1539" path="m4230,-403l4230,-403,4196,-404e" filled="f" stroked="t" strokeweight=".25pt" strokecolor="#CDCDCD">
                <v:path arrowok="t"/>
              </v:shape>
              <v:shape style="position:absolute;left:3147;top:-1939;width:4819;height:1539" coordorigin="3147,-1939" coordsize="4819,1539" path="m4109,-409l4108,-409,4036,-414e" filled="f" stroked="t" strokeweight=".25pt" strokecolor="#CDCDCD">
                <v:path arrowok="t"/>
              </v:shape>
              <v:shape style="position:absolute;left:3147;top:-1939;width:4819;height:1539" coordorigin="3147,-1939" coordsize="4819,1539" path="m3987,-418l3986,-418,3875,-431e" filled="f" stroked="t" strokeweight=".25pt" strokecolor="#CDCDCD">
                <v:path arrowok="t"/>
              </v:shape>
              <v:shape style="position:absolute;left:3147;top:-1939;width:4819;height:1539" coordorigin="3147,-1939" coordsize="4819,1539" path="m3867,-432l3744,-449,3623,-470,3503,-495,3384,-524,3265,-557,3161,-589e" filled="f" stroked="t" strokeweight=".25pt" strokecolor="#CDCDCD">
                <v:path arrowok="t"/>
              </v:shape>
              <v:shape style="position:absolute;left:3147;top:-1939;width:4819;height:1539" coordorigin="3147,-1939" coordsize="4819,1539" path="m7965,-594l7965,-589e" filled="f" stroked="t" strokeweight=".25pt" strokecolor="#CDCDCD">
                <v:path arrowok="t"/>
              </v:shape>
              <v:shape style="position:absolute;left:3147;top:-1939;width:4819;height:1539" coordorigin="3147,-1939" coordsize="4819,1539" path="m7248,-755l7243,-756e" filled="f" stroked="t" strokeweight=".25pt" strokecolor="#CDCDCD">
                <v:path arrowok="t"/>
              </v:shape>
              <v:shape style="position:absolute;left:3147;top:-1939;width:4819;height:1539" coordorigin="3147,-1939" coordsize="4819,1539" path="m7126,-769l7006,-778e" filled="f" stroked="t" strokeweight=".25pt" strokecolor="#CDCDCD">
                <v:path arrowok="t"/>
              </v:shape>
              <v:shape style="position:absolute;left:3147;top:-1939;width:4819;height:1539" coordorigin="3147,-1939" coordsize="4819,1539" path="m7005,-779l6883,-784,6761,-786,6639,-784,6517,-779,6395,-769,6274,-755,6153,-738,6032,-717,5912,-692,5793,-663,5674,-630,5610,-610e" filled="f" stroked="t" strokeweight=".25pt" strokecolor="#CDCDCD">
                <v:path arrowok="t"/>
              </v:shape>
              <v:shape style="position:absolute;left:3147;top:-1939;width:4819;height:1539" coordorigin="3147,-1939" coordsize="4819,1539" path="m3150,-589l3150,-593e" filled="f" stroked="t" strokeweight=".25pt" strokecolor="#CDCDCD">
                <v:path arrowok="t"/>
              </v:shape>
              <v:shape style="position:absolute;left:3147;top:-1939;width:4819;height:1539" coordorigin="3147,-1939" coordsize="4819,1539" path="m3161,-589l3150,-593e" filled="f" stroked="t" strokeweight=".25pt" strokecolor="#CDCDCD">
                <v:path arrowok="t"/>
              </v:shape>
              <v:shape style="position:absolute;left:3147;top:-1939;width:4819;height:1539" coordorigin="3147,-1939" coordsize="4819,1539" path="m7965,-1939l7965,-594e" filled="f" stroked="t" strokeweight=".25pt" strokecolor="#CDCDCD">
                <v:path arrowok="t"/>
              </v:shape>
              <v:shape style="position:absolute;left:3147;top:-1939;width:4819;height:1539" coordorigin="3147,-1939" coordsize="4819,1539" path="m7965,-589l7966,-594,7965,-594e" filled="f" stroked="t" strokeweight=".25pt" strokecolor="#CDCDCD">
                <v:path arrowok="t"/>
              </v:shape>
              <v:shape style="position:absolute;left:3147;top:-1939;width:4819;height:1539" coordorigin="3147,-1939" coordsize="4819,1539" path="m3150,-593l3150,-594e" filled="f" stroked="t" strokeweight=".25pt" strokecolor="#CDCDCD">
                <v:path arrowok="t"/>
              </v:shape>
              <v:shape style="position:absolute;left:3147;top:-1939;width:4819;height:1539" coordorigin="3147,-1939" coordsize="4819,1539" path="m3150,-593l3147,-594e" filled="f" stroked="t" strokeweight=".25pt" strokecolor="#CDCDCD">
                <v:path arrowok="t"/>
              </v:shape>
              <v:shape style="position:absolute;left:3103;top:-1986;width:4849;height:1572" type="#_x0000_t75">
                <v:imagedata r:id="rId10" o:title=""/>
              </v:shape>
            </v:group>
            <v:group style="position:absolute;left:3118;top:-1969;width:4819;height:1540" coordorigin="3118,-1969" coordsize="4819,1540">
              <v:shape style="position:absolute;left:3118;top:-1969;width:4819;height:1540" coordorigin="3118,-1969" coordsize="4819,1540" path="m3120,-619l3120,-1969,7935,-1969,7935,-619,7937,-622,7819,-659,7700,-692,7581,-721,7461,-746,7340,-767,7219,-784,7098,-798,6976,-807,6854,-813,6732,-815,6610,-813,6488,-807,6367,-798,6245,-784,6124,-767,6004,-746,5884,-721,5764,-692,5645,-659,5528,-622,5410,-586,5291,-553,5172,-524,5052,-499,4931,-478,4810,-461,4689,-447,4567,-437,4445,-432,4323,-430,4201,-432,4079,-437,3957,-447,3836,-461,3715,-478,3594,-499,3474,-524,3355,-553,3236,-586,3118,-622,3120,-619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xa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-14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ff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4" w:after="0" w:line="250" w:lineRule="auto"/>
        <w:ind w:left="360" w:right="376" w:firstLine="-360"/>
        <w:jc w:val="left"/>
        <w:tabs>
          <w:tab w:pos="36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8"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il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d</w:t>
      </w:r>
      <w:r>
        <w:rPr>
          <w:rFonts w:ascii="Arial" w:hAnsi="Arial" w:cs="Arial" w:eastAsia="Arial"/>
          <w:sz w:val="22"/>
          <w:szCs w:val="22"/>
          <w:spacing w:val="33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nbo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9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nd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;</w:t>
      </w:r>
      <w:r>
        <w:rPr>
          <w:rFonts w:ascii="Arial" w:hAnsi="Arial" w:cs="Arial" w:eastAsia="Arial"/>
          <w:sz w:val="22"/>
          <w:szCs w:val="22"/>
          <w:spacing w:val="-4"/>
          <w:w w:val="93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pond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right="-20"/>
        <w:jc w:val="left"/>
        <w:tabs>
          <w:tab w:pos="3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38"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8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94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3" w:after="0" w:line="250" w:lineRule="auto"/>
        <w:ind w:left="360" w:right="224" w:firstLine="-360"/>
        <w:jc w:val="left"/>
        <w:tabs>
          <w:tab w:pos="3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38"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3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3"/>
        </w:rPr>
        <w:t>ss</w:t>
      </w:r>
      <w:r>
        <w:rPr>
          <w:rFonts w:ascii="Arial" w:hAnsi="Arial" w:cs="Arial" w:eastAsia="Arial"/>
          <w:sz w:val="22"/>
          <w:szCs w:val="22"/>
          <w:spacing w:val="-12"/>
          <w:w w:val="83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3"/>
        </w:rPr>
        <w:t>ll</w:t>
      </w:r>
      <w:r>
        <w:rPr>
          <w:rFonts w:ascii="Arial" w:hAnsi="Arial" w:cs="Arial" w:eastAsia="Arial"/>
          <w:sz w:val="22"/>
          <w:szCs w:val="22"/>
          <w:spacing w:val="23"/>
          <w:w w:val="83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pond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pon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20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" w:after="0" w:line="250" w:lineRule="auto"/>
        <w:ind w:left="360" w:right="857" w:firstLine="-360"/>
        <w:jc w:val="left"/>
        <w:tabs>
          <w:tab w:pos="3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38"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hon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89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gg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" w:after="0" w:line="250" w:lineRule="auto"/>
        <w:ind w:left="360" w:right="241" w:firstLine="-360"/>
        <w:jc w:val="left"/>
        <w:tabs>
          <w:tab w:pos="3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38"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ll</w:t>
      </w:r>
      <w:r>
        <w:rPr>
          <w:rFonts w:ascii="Arial" w:hAnsi="Arial" w:cs="Arial" w:eastAsia="Arial"/>
          <w:sz w:val="22"/>
          <w:szCs w:val="22"/>
          <w:spacing w:val="9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rr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pond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48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-17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nqu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  <w:cols w:num="2" w:equalWidth="0">
            <w:col w:w="5578" w:space="593"/>
            <w:col w:w="6009"/>
          </w:cols>
        </w:sectPr>
      </w:pPr>
      <w:rPr/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50" w:lineRule="auto"/>
        <w:ind w:left="4048" w:right="3528" w:firstLine="-722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467.875pt;margin-top:53.16288pt;width:194.5pt;height:192.25pt;mso-position-horizontal-relative:page;mso-position-vertical-relative:paragraph;z-index:-204" coordorigin="9358,1063" coordsize="3890,3845">
            <v:group style="position:absolute;left:9390;top:1096;width:3855;height:3810" coordorigin="9390,1096" coordsize="3855,3810">
              <v:shape style="position:absolute;left:9390;top:1096;width:3855;height:3810" coordorigin="9390,1096" coordsize="3855,3810" path="m11310,1096l9390,3001,11310,4906,13245,3001,11310,1096e" filled="t" fillcolor="#CDCDCD" stroked="f">
                <v:path arrowok="t"/>
                <v:fill/>
              </v:shape>
            </v:group>
            <v:group style="position:absolute;left:11310;top:1096;width:1935;height:3810" coordorigin="11310,1096" coordsize="1935,3810">
              <v:shape style="position:absolute;left:11310;top:1096;width:1935;height:3810" coordorigin="11310,1096" coordsize="1935,3810" path="m11310,3001l13230,1096e" filled="f" stroked="t" strokeweight=".25pt" strokecolor="#CDCDCD">
                <v:path arrowok="t"/>
              </v:shape>
              <v:shape style="position:absolute;left:11310;top:1096;width:1935;height:3810" coordorigin="11310,1096" coordsize="1935,3810" path="m13230,4906l11310,3001e" filled="f" stroked="t" strokeweight=".25pt" strokecolor="#CDCDCD">
                <v:path arrowok="t"/>
              </v:shape>
              <v:shape style="position:absolute;left:11310;top:1096;width:1935;height:3810" coordorigin="11310,1096" coordsize="1935,3810" path="m13230,1096l15165,3001,13230,4906e" filled="f" stroked="t" strokeweight=".25pt" strokecolor="#CDCDCD">
                <v:path arrowok="t"/>
              </v:shape>
              <v:shape style="position:absolute;left:9339;top:1056;width:3885;height:3836" type="#_x0000_t75">
                <v:imagedata r:id="rId11" o:title=""/>
              </v:shape>
            </v:group>
            <v:group style="position:absolute;left:9360;top:1066;width:3855;height:3810" coordorigin="9360,1066" coordsize="3855,3810">
              <v:shape style="position:absolute;left:9360;top:1066;width:3855;height:3810" coordorigin="9360,1066" coordsize="3855,3810" path="m9360,2971l11280,1066,13215,2971,11280,4876,9360,2971xe" filled="f" stroked="t" strokeweight=".25pt" strokecolor="#40404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59.625pt;margin-top:59.16288pt;width:194.5pt;height:186.25pt;mso-position-horizontal-relative:page;mso-position-vertical-relative:paragraph;z-index:-203" coordorigin="3193,1183" coordsize="3890,3725">
            <v:group style="position:absolute;left:3225;top:1216;width:3855;height:3690" coordorigin="3225,1216" coordsize="3855,3690">
              <v:shape style="position:absolute;left:3225;top:1216;width:3855;height:3690" coordorigin="3225,1216" coordsize="3855,3690" path="m5145,1216l3225,3061,5145,4906,7080,3061,5145,1216e" filled="t" fillcolor="#CDCDCD" stroked="f">
                <v:path arrowok="t"/>
                <v:fill/>
              </v:shape>
            </v:group>
            <v:group style="position:absolute;left:5145;top:1216;width:1935;height:3690" coordorigin="5145,1216" coordsize="1935,3690">
              <v:shape style="position:absolute;left:5145;top:1216;width:1935;height:3690" coordorigin="5145,1216" coordsize="1935,3690" path="m5145,3061l7065,1216e" filled="f" stroked="t" strokeweight=".25pt" strokecolor="#CDCDCD">
                <v:path arrowok="t"/>
              </v:shape>
              <v:shape style="position:absolute;left:5145;top:1216;width:1935;height:3690" coordorigin="5145,1216" coordsize="1935,3690" path="m7065,4906l5145,3061e" filled="f" stroked="t" strokeweight=".25pt" strokecolor="#CDCDCD">
                <v:path arrowok="t"/>
              </v:shape>
              <v:shape style="position:absolute;left:5145;top:1216;width:1935;height:3690" coordorigin="5145,1216" coordsize="1935,3690" path="m7065,1216l9000,3061,7065,4906e" filled="f" stroked="t" strokeweight=".25pt" strokecolor="#CDCDCD">
                <v:path arrowok="t"/>
              </v:shape>
              <v:shape style="position:absolute;left:3174;top:1177;width:3885;height:3715" type="#_x0000_t75">
                <v:imagedata r:id="rId12" o:title=""/>
              </v:shape>
            </v:group>
            <v:group style="position:absolute;left:3195;top:1186;width:3855;height:3690" coordorigin="3195,1186" coordsize="3855,3690">
              <v:shape style="position:absolute;left:3195;top:1186;width:3855;height:3690" coordorigin="3195,1186" coordsize="3855,3690" path="m3195,3031l5115,1186,7050,3031,5115,4876,3195,3031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88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5"/>
          <w:b/>
          <w:bCs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ll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10"/>
          <w:w w:val="91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9"/>
          <w:w w:val="91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5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la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5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75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du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85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rm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7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ai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6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</w:sectPr>
      </w:pPr>
      <w:rPr/>
    </w:p>
    <w:p>
      <w:pPr>
        <w:spacing w:before="18" w:after="0" w:line="250" w:lineRule="auto"/>
        <w:ind w:left="1302" w:right="-39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54.875pt;margin-top:-137.427124pt;width:313.75pt;height:53.5pt;mso-position-horizontal-relative:page;mso-position-vertical-relative:paragraph;z-index:-205" coordorigin="5098,-2749" coordsize="6275,1070">
            <v:group style="position:absolute;left:5130;top:-2716;width:6240;height:1035" coordorigin="5130,-2716" coordsize="6240,1035">
              <v:shape style="position:absolute;left:5130;top:-2716;width:6240;height:1035" coordorigin="5130,-2716" coordsize="6240,1035" path="m5130,-1681l11370,-1681,11370,-2716,5130,-2716,5130,-1681e" filled="t" fillcolor="#CDCDCD" stroked="f">
                <v:path arrowok="t"/>
                <v:fill/>
              </v:shape>
              <v:shape style="position:absolute;left:5087;top:-2762;width:6266;height:1074" type="#_x0000_t75">
                <v:imagedata r:id="rId13" o:title=""/>
              </v:shape>
            </v:group>
            <v:group style="position:absolute;left:5100;top:-2746;width:6240;height:1035" coordorigin="5100,-2746" coordsize="6240,1035">
              <v:shape style="position:absolute;left:5100;top:-2746;width:6240;height:1035" coordorigin="5100,-2746" coordsize="6240,1035" path="m5100,-1711l11340,-1711,11340,-2746,5100,-2746,5100,-1711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w w:val="104"/>
          <w:b/>
          <w:bCs/>
        </w:rPr>
        <w:t>M</w:t>
      </w:r>
      <w:r>
        <w:rPr>
          <w:rFonts w:ascii="Arial" w:hAnsi="Arial" w:cs="Arial" w:eastAsia="Arial"/>
          <w:sz w:val="22"/>
          <w:szCs w:val="22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w w:val="104"/>
          <w:b/>
          <w:bCs/>
        </w:rPr>
        <w:t>tt</w:t>
      </w:r>
      <w:r>
        <w:rPr>
          <w:rFonts w:ascii="Arial" w:hAnsi="Arial" w:cs="Arial" w:eastAsia="Arial"/>
          <w:sz w:val="22"/>
          <w:szCs w:val="22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w w:val="71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1"/>
          <w:w w:val="7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7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no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85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pon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85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54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no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91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90" w:after="0" w:line="250" w:lineRule="auto"/>
        <w:ind w:left="478" w:right="1746" w:firstLine="-47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w w:val="104"/>
          <w:b/>
          <w:bCs/>
        </w:rPr>
        <w:t>M</w:t>
      </w:r>
      <w:r>
        <w:rPr>
          <w:rFonts w:ascii="Arial" w:hAnsi="Arial" w:cs="Arial" w:eastAsia="Arial"/>
          <w:sz w:val="22"/>
          <w:szCs w:val="22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w w:val="104"/>
          <w:b/>
          <w:bCs/>
        </w:rPr>
        <w:t>tt</w:t>
      </w:r>
      <w:r>
        <w:rPr>
          <w:rFonts w:ascii="Arial" w:hAnsi="Arial" w:cs="Arial" w:eastAsia="Arial"/>
          <w:sz w:val="22"/>
          <w:szCs w:val="22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w w:val="71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1"/>
          <w:w w:val="7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7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77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91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1"/>
          <w:b/>
          <w:bCs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91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4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  <w:cols w:num="2" w:equalWidth="0">
            <w:col w:w="4393" w:space="3275"/>
            <w:col w:w="4512"/>
          </w:cols>
        </w:sectPr>
      </w:pPr>
      <w:rPr/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6860" w:h="22700"/>
          <w:pgMar w:top="780" w:bottom="280" w:left="2260" w:right="2420"/>
        </w:sectPr>
      </w:pPr>
      <w:rPr/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0" w:lineRule="auto"/>
        <w:ind w:left="774" w:right="-58" w:firstLine="-64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w w:val="102"/>
        </w:rPr>
        <w:t>M</w:t>
      </w:r>
      <w:r>
        <w:rPr>
          <w:rFonts w:ascii="Arial" w:hAnsi="Arial" w:cs="Arial" w:eastAsia="Arial"/>
          <w:sz w:val="22"/>
          <w:szCs w:val="22"/>
          <w:w w:val="86"/>
        </w:rPr>
        <w:t>a</w:t>
      </w:r>
      <w:r>
        <w:rPr>
          <w:rFonts w:ascii="Arial" w:hAnsi="Arial" w:cs="Arial" w:eastAsia="Arial"/>
          <w:sz w:val="22"/>
          <w:szCs w:val="22"/>
          <w:w w:val="120"/>
        </w:rPr>
        <w:t>tt</w:t>
      </w:r>
      <w:r>
        <w:rPr>
          <w:rFonts w:ascii="Arial" w:hAnsi="Arial" w:cs="Arial" w:eastAsia="Arial"/>
          <w:sz w:val="22"/>
          <w:szCs w:val="22"/>
          <w:w w:val="89"/>
        </w:rPr>
        <w:t>e</w:t>
      </w:r>
      <w:r>
        <w:rPr>
          <w:rFonts w:ascii="Arial" w:hAnsi="Arial" w:cs="Arial" w:eastAsia="Arial"/>
          <w:sz w:val="22"/>
          <w:szCs w:val="22"/>
          <w:w w:val="104"/>
        </w:rPr>
        <w:t>r</w:t>
      </w:r>
      <w:r>
        <w:rPr>
          <w:rFonts w:ascii="Arial" w:hAnsi="Arial" w:cs="Arial" w:eastAsia="Arial"/>
          <w:sz w:val="22"/>
          <w:szCs w:val="22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18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d</w:t>
      </w:r>
      <w:r>
        <w:rPr>
          <w:rFonts w:ascii="Arial" w:hAnsi="Arial" w:cs="Arial" w:eastAsia="Arial"/>
          <w:sz w:val="22"/>
          <w:szCs w:val="22"/>
          <w:spacing w:val="-11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y</w:t>
      </w:r>
      <w:r>
        <w:rPr>
          <w:rFonts w:ascii="Arial" w:hAnsi="Arial" w:cs="Arial" w:eastAsia="Arial"/>
          <w:sz w:val="22"/>
          <w:szCs w:val="22"/>
          <w:spacing w:val="15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d</w:t>
      </w:r>
      <w:r>
        <w:rPr>
          <w:rFonts w:ascii="Arial" w:hAnsi="Arial" w:cs="Arial" w:eastAsia="Arial"/>
          <w:sz w:val="22"/>
          <w:szCs w:val="22"/>
          <w:spacing w:val="-10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8" w:after="0" w:line="240" w:lineRule="auto"/>
        <w:ind w:left="246" w:right="730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w w:val="68"/>
        </w:rPr>
        <w:t>S</w:t>
      </w:r>
      <w:r>
        <w:rPr>
          <w:rFonts w:ascii="Arial" w:hAnsi="Arial" w:cs="Arial" w:eastAsia="Arial"/>
          <w:sz w:val="22"/>
          <w:szCs w:val="22"/>
          <w:w w:val="120"/>
        </w:rPr>
        <w:t>t</w:t>
      </w:r>
      <w:r>
        <w:rPr>
          <w:rFonts w:ascii="Arial" w:hAnsi="Arial" w:cs="Arial" w:eastAsia="Arial"/>
          <w:sz w:val="22"/>
          <w:szCs w:val="22"/>
          <w:w w:val="86"/>
        </w:rPr>
        <w:t>a</w:t>
      </w:r>
      <w:r>
        <w:rPr>
          <w:rFonts w:ascii="Arial" w:hAnsi="Arial" w:cs="Arial" w:eastAsia="Arial"/>
          <w:sz w:val="22"/>
          <w:szCs w:val="22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ndu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1473" w:right="1958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w w:val="77"/>
        </w:rPr>
        <w:t>P</w:t>
      </w:r>
      <w:r>
        <w:rPr>
          <w:rFonts w:ascii="Arial" w:hAnsi="Arial" w:cs="Arial" w:eastAsia="Arial"/>
          <w:sz w:val="22"/>
          <w:szCs w:val="22"/>
          <w:w w:val="104"/>
        </w:rPr>
        <w:t>r</w:t>
      </w:r>
      <w:r>
        <w:rPr>
          <w:rFonts w:ascii="Arial" w:hAnsi="Arial" w:cs="Arial" w:eastAsia="Arial"/>
          <w:sz w:val="22"/>
          <w:szCs w:val="22"/>
          <w:w w:val="94"/>
        </w:rPr>
        <w:t>odu</w:t>
      </w:r>
      <w:r>
        <w:rPr>
          <w:rFonts w:ascii="Arial" w:hAnsi="Arial" w:cs="Arial" w:eastAsia="Arial"/>
          <w:sz w:val="22"/>
          <w:szCs w:val="22"/>
          <w:w w:val="84"/>
        </w:rPr>
        <w:t>c</w:t>
      </w:r>
      <w:r>
        <w:rPr>
          <w:rFonts w:ascii="Arial" w:hAnsi="Arial" w:cs="Arial" w:eastAsia="Arial"/>
          <w:sz w:val="22"/>
          <w:szCs w:val="22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6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50" w:lineRule="auto"/>
        <w:ind w:left="-19" w:right="465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07.125pt;margin-top:45.472866pt;width:298.75pt;height:88.75pt;mso-position-horizontal-relative:page;mso-position-vertical-relative:paragraph;z-index:-201" coordorigin="2143,909" coordsize="5975,1775">
            <v:group style="position:absolute;left:2175;top:942;width:5940;height:1740" coordorigin="2175,942" coordsize="5940,1740">
              <v:shape style="position:absolute;left:2175;top:942;width:5940;height:1740" coordorigin="2175,942" coordsize="5940,1740" path="m2175,2682l8115,2682,8115,942,2175,942,2175,2682e" filled="t" fillcolor="#CDCDCD" stroked="f">
                <v:path arrowok="t"/>
                <v:fill/>
              </v:shape>
              <v:shape style="position:absolute;left:2125;top:901;width:5983;height:1762" type="#_x0000_t75">
                <v:imagedata r:id="rId14" o:title=""/>
              </v:shape>
            </v:group>
            <v:group style="position:absolute;left:2145;top:912;width:5955;height:1740" coordorigin="2145,912" coordsize="5955,1740">
              <v:shape style="position:absolute;left:2145;top:912;width:5955;height:1740" coordorigin="2145,912" coordsize="5955,1740" path="m2145,2652l8100,2652,8100,912,2145,912,2145,2652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w w:val="68"/>
        </w:rPr>
        <w:t>S</w:t>
      </w:r>
      <w:r>
        <w:rPr>
          <w:rFonts w:ascii="Arial" w:hAnsi="Arial" w:cs="Arial" w:eastAsia="Arial"/>
          <w:sz w:val="22"/>
          <w:szCs w:val="22"/>
          <w:w w:val="120"/>
        </w:rPr>
        <w:t>t</w:t>
      </w:r>
      <w:r>
        <w:rPr>
          <w:rFonts w:ascii="Arial" w:hAnsi="Arial" w:cs="Arial" w:eastAsia="Arial"/>
          <w:sz w:val="22"/>
          <w:szCs w:val="22"/>
          <w:w w:val="86"/>
        </w:rPr>
        <w:t>a</w:t>
      </w:r>
      <w:r>
        <w:rPr>
          <w:rFonts w:ascii="Arial" w:hAnsi="Arial" w:cs="Arial" w:eastAsia="Arial"/>
          <w:sz w:val="22"/>
          <w:szCs w:val="22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nqu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y</w:t>
      </w:r>
      <w:r>
        <w:rPr>
          <w:rFonts w:ascii="Arial" w:hAnsi="Arial" w:cs="Arial" w:eastAsia="Arial"/>
          <w:sz w:val="22"/>
          <w:szCs w:val="22"/>
          <w:spacing w:val="10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nd</w:t>
      </w:r>
      <w:r>
        <w:rPr>
          <w:rFonts w:ascii="Arial" w:hAnsi="Arial" w:cs="Arial" w:eastAsia="Arial"/>
          <w:sz w:val="22"/>
          <w:szCs w:val="22"/>
          <w:spacing w:val="-9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li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g</w:t>
      </w:r>
      <w:r>
        <w:rPr>
          <w:rFonts w:ascii="Arial" w:hAnsi="Arial" w:cs="Arial" w:eastAsia="Arial"/>
          <w:sz w:val="22"/>
          <w:szCs w:val="22"/>
          <w:spacing w:val="33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-12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h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2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9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center"/>
        <w:spacing w:after="0"/>
        <w:sectPr>
          <w:type w:val="continuous"/>
          <w:pgSz w:w="16860" w:h="22700"/>
          <w:pgMar w:top="780" w:bottom="280" w:left="2260" w:right="2420"/>
          <w:cols w:num="2" w:equalWidth="0">
            <w:col w:w="5588" w:space="1007"/>
            <w:col w:w="558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118.934998pt;margin-top:70.375pt;width:634.185pt;height:103.575pt;mso-position-horizontal-relative:page;mso-position-vertical-relative:page;z-index:-212" coordorigin="2379,1408" coordsize="12684,2072">
            <v:group style="position:absolute;left:2410;top:1440;width:12642;height:2029" coordorigin="2410,1440" coordsize="12642,2029">
              <v:shape style="position:absolute;left:2410;top:1440;width:12642;height:2029" coordorigin="2410,1440" coordsize="12642,2029" path="m14040,1440l3420,1440,3421,1446,3338,1450,3257,1459,3178,1476,3102,1498,3028,1526,2957,1559,2889,1598,2824,1641,2763,1690,2706,1742,2653,1799,2605,1860,2562,1925,2523,1993,2489,2064,2462,2138,2439,2215,2423,2294,2413,2375,2410,2458,2413,2541,2423,2622,2439,2701,2462,2777,2489,2851,2523,2922,2562,2990,2605,3055,2653,3116,2706,3173,2763,3226,2824,3274,2889,3317,2957,3356,3028,3390,3102,3417,3178,3440,3257,3456,3338,3466,3421,3469,3420,3465,14129,3465,14205,3456,14284,3440,14361,3417,14435,3390,14506,3356,14574,3317,14638,3274,14699,3226,14756,3173,14809,3116,14857,3055,14901,2990,14940,2922,14973,2851,15001,2777,15023,2701,15039,2622,15049,2541,15052,2458,15049,2375,15039,2294,15023,2215,15001,2138,14973,2064,14940,1993,14901,1925,14857,1860,14809,1799,14756,1742,14699,1690,14638,1641,14574,1598,14506,1559,14435,1526,14361,1498,14284,1476,14205,1459,14124,1450,14041,1446,14040,1440e" filled="t" fillcolor="#CDCDCD" stroked="f">
                <v:path arrowok="t"/>
                <v:fill/>
              </v:shape>
              <v:shape style="position:absolute;left:2410;top:1440;width:12642;height:2029" coordorigin="2410,1440" coordsize="12642,2029" path="m14129,3465l14040,3465,14041,3469,14124,3466,14129,3465e" filled="t" fillcolor="#CDCDCD" stroked="f">
                <v:path arrowok="t"/>
                <v:fill/>
              </v:shape>
            </v:group>
            <v:group style="position:absolute;left:3420;top:1440;width:11632;height:2029" coordorigin="3420,1440" coordsize="11632,2029">
              <v:shape style="position:absolute;left:3420;top:1440;width:11632;height:2029" coordorigin="3420,1440" coordsize="11632,2029" path="m15050,1440l4430,1440,4431,1446,4348,1450,4267,1459,4188,1476,4112,1498,4038,1526,3967,1559,3899,1598,3834,1641,3773,1690,3716,1742,3663,1799,3615,1860,3572,1925,3533,1993,3499,2064,3472,2138,3449,2215,3433,2294,3423,2375,3420,2458,3423,2541,3433,2622,3449,2701,3472,2777,3499,2851,3533,2922,3572,2990,3615,3055,3663,3116,3716,3173,3773,3226,3834,3274,3899,3317,3967,3356,4038,3390,4112,3417,4188,3440,4267,3456,4348,3466,4431,3469e" filled="f" stroked="t" strokeweight=".25pt" strokecolor="#CDCDCD">
                <v:path arrowok="t"/>
              </v:shape>
              <v:shape style="position:absolute;left:3420;top:1440;width:11632;height:2029" coordorigin="3420,1440" coordsize="11632,2029" path="m4430,3465l15050,3465,15051,3469e" filled="f" stroked="t" strokeweight=".25pt" strokecolor="#CDCDCD">
                <v:path arrowok="t"/>
              </v:shape>
              <v:shape style="position:absolute;left:3420;top:1440;width:11632;height:2029" coordorigin="3420,1440" coordsize="11632,2029" path="m15051,3469l15134,3466,15215,3456,15294,3440,15371,3417,15445,3390,15516,3356,15584,3317,15648,3274,15709,3226,15766,3173,15819,3116,15867,3055,15911,2990,15950,2922,15983,2851,16011,2777,16033,2701,16049,2622,16059,2541,16062,2458,16059,2375,16049,2294,16033,2215,16011,2138,15983,2064,15950,1993,15911,1925,15867,1860,15819,1799,15766,1742,15709,1690,15648,1641,15584,1598,15516,1559,15445,1526,15371,1498,15294,1476,15215,1459,15134,1450,15051,1446,15050,1440e" filled="f" stroked="t" strokeweight=".25pt" strokecolor="#CDCDCD">
                <v:path arrowok="t"/>
              </v:shape>
              <v:shape style="position:absolute;left:2366;top:1402;width:12673;height:2053" type="#_x0000_t75">
                <v:imagedata r:id="rId15" o:title=""/>
              </v:shape>
            </v:group>
            <v:group style="position:absolute;left:2381;top:1410;width:12642;height:2030" coordorigin="2381,1410" coordsize="12642,2030">
              <v:shape style="position:absolute;left:2381;top:1410;width:12642;height:2030" coordorigin="2381,1410" coordsize="12642,2030" path="m3390,3435l14010,3435,14012,3440,14095,3437,14176,3427,14255,3411,14332,3389,14406,3361,14477,3327,14545,3289,14610,3245,14670,3197,14727,3144,14780,3087,14828,3026,14872,2962,14911,2894,14944,2822,14972,2748,14994,2672,15010,2593,15020,2512,15024,2429,15020,2346,15010,2265,14994,2186,14972,2109,14944,2035,14911,1964,14872,1896,14828,1831,14780,1771,14727,1714,14670,1661,14610,1613,14545,1569,14477,1530,14406,1497,14332,1469,14255,1447,14176,1431,14095,1421,14012,1417,14010,1410,3390,1410,3393,1417,3310,1421,3229,1431,3150,1447,3073,1469,2999,1497,2928,1530,2860,1569,2795,1613,2734,1661,2677,1714,2625,1771,2576,1831,2533,1896,2494,1964,2461,2035,2433,2109,2411,2186,2394,2265,2385,2346,2381,2429,2385,2512,2394,2593,2411,2672,2433,2748,2461,2822,2494,2894,2533,2962,2576,3026,2625,3087,2677,3144,2734,3197,2795,3245,2860,3289,2928,3327,2999,3361,3073,3389,3150,3411,3229,3427,3310,3437,3393,3440,3390,3435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8" w:after="0" w:line="250" w:lineRule="auto"/>
        <w:ind w:left="81" w:right="6528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07.125pt;margin-top:-95.417122pt;width:298.75pt;height:72.25pt;mso-position-horizontal-relative:page;mso-position-vertical-relative:paragraph;z-index:-202" coordorigin="2143,-1908" coordsize="5975,1445">
            <v:group style="position:absolute;left:2175;top:-1876;width:5940;height:1410" coordorigin="2175,-1876" coordsize="5940,1410">
              <v:shape style="position:absolute;left:2175;top:-1876;width:5940;height:1410" coordorigin="2175,-1876" coordsize="5940,1410" path="m2175,-466l8115,-466,8115,-1876,2175,-1876,2175,-466e" filled="t" fillcolor="#CDCDCD" stroked="f">
                <v:path arrowok="t"/>
                <v:fill/>
              </v:shape>
              <v:shape style="position:absolute;left:2125;top:-1921;width:5983;height:1447" type="#_x0000_t75">
                <v:imagedata r:id="rId16" o:title=""/>
              </v:shape>
            </v:group>
            <v:group style="position:absolute;left:2145;top:-1906;width:5955;height:1410" coordorigin="2145,-1906" coordsize="5955,1410">
              <v:shape style="position:absolute;left:2145;top:-1906;width:5955;height:1410" coordorigin="2145,-1906" coordsize="5955,1410" path="m2145,-496l8100,-496,8100,-1906,2145,-1906,2145,-496xe" filled="f" stroked="t" strokeweight=".25pt" strokecolor="#40404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7.875pt;margin-top:79.332878pt;width:602.5pt;height:49.75pt;mso-position-horizontal-relative:page;mso-position-vertical-relative:paragraph;z-index:-200" coordorigin="2158,1587" coordsize="12050,995">
            <v:group style="position:absolute;left:2190;top:1604;width:12015;height:975" coordorigin="2190,1604" coordsize="12015,975">
              <v:shape style="position:absolute;left:2190;top:1604;width:12015;height:975" coordorigin="2190,1604" coordsize="12015,975" path="m2190,2579l14205,2579,14205,1604,2190,1604,2190,2579e" filled="t" fillcolor="#CDCDCD" stroked="f">
                <v:path arrowok="t"/>
                <v:fill/>
              </v:shape>
              <v:shape style="position:absolute;left:2139;top:1567;width:12049;height:1002" type="#_x0000_t75">
                <v:imagedata r:id="rId17" o:title=""/>
              </v:shape>
            </v:group>
            <v:group style="position:absolute;left:2160;top:1589;width:12015;height:960" coordorigin="2160,1589" coordsize="12015,960">
              <v:shape style="position:absolute;left:2160;top:1589;width:12015;height:960" coordorigin="2160,1589" coordsize="12015,960" path="m2160,2549l14175,2549,14175,1589,2160,1589,2160,2549xe" filled="f" stroked="t" strokeweight=".25pt" strokecolor="#40404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39.375pt;margin-top:-96.917122pt;width:262pt;height:87.25pt;mso-position-horizontal-relative:page;mso-position-vertical-relative:paragraph;z-index:-199" coordorigin="8788,-1938" coordsize="5240,1745">
            <v:group style="position:absolute;left:8820;top:-1906;width:5205;height:1710" coordorigin="8820,-1906" coordsize="5205,1710">
              <v:shape style="position:absolute;left:8820;top:-1906;width:5205;height:1710" coordorigin="8820,-1906" coordsize="5205,1710" path="m8820,-196l14025,-196,14025,-1906,8820,-1906,8820,-196e" filled="t" fillcolor="#CDCDCD" stroked="f">
                <v:path arrowok="t"/>
                <v:fill/>
              </v:shape>
              <v:shape style="position:absolute;left:8772;top:-1944;width:5246;height:1735" type="#_x0000_t75">
                <v:imagedata r:id="rId18" o:title=""/>
              </v:shape>
            </v:group>
            <v:group style="position:absolute;left:8790;top:-1936;width:5220;height:1710" coordorigin="8790,-1936" coordsize="5220,1710">
              <v:shape style="position:absolute;left:8790;top:-1936;width:5220;height:1710" coordorigin="8790,-1936" coordsize="5220,1710" path="m8790,-226l14010,-226,14010,-1936,8790,-1936,8790,-226xe" filled="f" stroked="t" strokeweight=".25pt" strokecolor="#40404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5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8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g</w:t>
      </w:r>
      <w:r>
        <w:rPr>
          <w:rFonts w:ascii="Arial" w:hAnsi="Arial" w:cs="Arial" w:eastAsia="Arial"/>
          <w:sz w:val="22"/>
          <w:szCs w:val="22"/>
          <w:spacing w:val="-7"/>
          <w:w w:val="9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nd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CCC</w:t>
      </w:r>
      <w:r>
        <w:rPr>
          <w:rFonts w:ascii="Arial" w:hAnsi="Arial" w:cs="Arial" w:eastAsia="Arial"/>
          <w:sz w:val="22"/>
          <w:szCs w:val="22"/>
          <w:spacing w:val="4"/>
          <w:w w:val="7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87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8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3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93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7"/>
        </w:rPr>
        <w:t>y</w:t>
      </w:r>
      <w:r>
        <w:rPr>
          <w:rFonts w:ascii="Arial" w:hAnsi="Arial" w:cs="Arial" w:eastAsia="Arial"/>
          <w:sz w:val="22"/>
          <w:szCs w:val="22"/>
          <w:spacing w:val="-7"/>
          <w:w w:val="97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nd</w:t>
      </w:r>
      <w:r>
        <w:rPr>
          <w:rFonts w:ascii="Arial" w:hAnsi="Arial" w:cs="Arial" w:eastAsia="Arial"/>
          <w:sz w:val="22"/>
          <w:szCs w:val="22"/>
          <w:spacing w:val="-4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16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91"/>
        </w:rPr>
        <w:t>n</w:t>
      </w:r>
      <w:r>
        <w:rPr>
          <w:rFonts w:ascii="Arial" w:hAnsi="Arial" w:cs="Arial" w:eastAsia="Arial"/>
          <w:sz w:val="22"/>
          <w:szCs w:val="22"/>
          <w:spacing w:val="-16"/>
          <w:w w:val="9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9"/>
        </w:rPr>
        <w:t>ff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783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84"/>
          <w:i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84"/>
          <w:i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84"/>
          <w:i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  <w:i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4"/>
          <w:i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4"/>
          <w:i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84"/>
          <w:i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2"/>
          <w:i/>
        </w:rPr>
        <w:t>no</w:t>
      </w:r>
      <w:r>
        <w:rPr>
          <w:rFonts w:ascii="Arial" w:hAnsi="Arial" w:cs="Arial" w:eastAsia="Arial"/>
          <w:sz w:val="22"/>
          <w:szCs w:val="22"/>
          <w:spacing w:val="0"/>
          <w:w w:val="120"/>
          <w:i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5"/>
          <w:i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6"/>
          <w:i/>
        </w:rPr>
        <w:t>:</w:t>
      </w:r>
      <w:r>
        <w:rPr>
          <w:rFonts w:ascii="Arial" w:hAnsi="Arial" w:cs="Arial" w:eastAsia="Arial"/>
          <w:sz w:val="22"/>
          <w:szCs w:val="22"/>
          <w:spacing w:val="-11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76"/>
        </w:rPr>
        <w:t>CCC</w:t>
      </w:r>
      <w:r>
        <w:rPr>
          <w:rFonts w:ascii="Arial" w:hAnsi="Arial" w:cs="Arial" w:eastAsia="Arial"/>
          <w:sz w:val="22"/>
          <w:szCs w:val="22"/>
          <w:spacing w:val="4"/>
          <w:w w:val="7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o</w:t>
      </w:r>
      <w:r>
        <w:rPr>
          <w:rFonts w:ascii="Arial" w:hAnsi="Arial" w:cs="Arial" w:eastAsia="Arial"/>
          <w:sz w:val="22"/>
          <w:szCs w:val="22"/>
          <w:spacing w:val="7"/>
          <w:w w:val="8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s</w:t>
      </w:r>
      <w:r>
        <w:rPr>
          <w:rFonts w:ascii="Arial" w:hAnsi="Arial" w:cs="Arial" w:eastAsia="Arial"/>
          <w:sz w:val="22"/>
          <w:szCs w:val="22"/>
          <w:spacing w:val="-7"/>
          <w:w w:val="8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8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8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lli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86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m</w:t>
      </w:r>
      <w:r>
        <w:rPr>
          <w:rFonts w:ascii="Arial" w:hAnsi="Arial" w:cs="Arial" w:eastAsia="Arial"/>
          <w:sz w:val="22"/>
          <w:szCs w:val="22"/>
          <w:spacing w:val="9"/>
          <w:w w:val="9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95"/>
        </w:rPr>
        <w:t>e</w:t>
      </w:r>
      <w:r>
        <w:rPr>
          <w:rFonts w:ascii="Arial" w:hAnsi="Arial" w:cs="Arial" w:eastAsia="Arial"/>
          <w:sz w:val="22"/>
          <w:szCs w:val="22"/>
          <w:spacing w:val="-11"/>
          <w:w w:val="95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3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2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94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4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8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sectPr>
      <w:type w:val="continuous"/>
      <w:pgSz w:w="16860" w:h="22700"/>
      <w:pgMar w:top="780" w:bottom="280" w:left="226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2017-02-14T16:45:59Z</dcterms:created>
  <dcterms:modified xsi:type="dcterms:W3CDTF">2017-02-14T16:45:59Z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LastSaved">
    <vt:filetime>2017-02-14T00:00:00Z</vt:filetime>
  </property>
</Properties>
</file>